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1DE4E05" w:rsidR="00F21C04" w:rsidRPr="005364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</w:t>
            </w:r>
            <w:r w:rsidRPr="005364A1">
              <w:rPr>
                <w:rFonts w:ascii="Times New Roman" w:eastAsia="Calibri" w:hAnsi="Times New Roman" w:cs="Times New Roman"/>
              </w:rPr>
              <w:t xml:space="preserve">annan </w:t>
            </w:r>
            <w:r w:rsidR="00F3766E" w:rsidRPr="005364A1">
              <w:rPr>
                <w:rFonts w:eastAsia="Calibri"/>
              </w:rPr>
              <w:t xml:space="preserve">Kodupaiga Külaselts </w:t>
            </w:r>
            <w:r w:rsidRPr="005364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5364A1">
              <w:rPr>
                <w:sz w:val="22"/>
                <w:szCs w:val="22"/>
              </w:rPr>
              <w:fldChar w:fldCharType="begin"/>
            </w:r>
            <w:r w:rsidR="00BF1DEF" w:rsidRPr="005364A1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5364A1">
              <w:rPr>
                <w:sz w:val="22"/>
                <w:szCs w:val="22"/>
              </w:rPr>
              <w:fldChar w:fldCharType="separate"/>
            </w:r>
            <w:r w:rsidR="00BF1DEF" w:rsidRPr="005364A1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5364A1">
              <w:rPr>
                <w:sz w:val="22"/>
                <w:szCs w:val="22"/>
              </w:rPr>
              <w:fldChar w:fldCharType="end"/>
            </w:r>
            <w:r w:rsidR="00EC5AB8" w:rsidRPr="005364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64A1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5364A1">
              <w:rPr>
                <w:sz w:val="22"/>
                <w:szCs w:val="22"/>
              </w:rPr>
              <w:fldChar w:fldCharType="begin"/>
            </w:r>
            <w:r w:rsidR="00BF1DEF" w:rsidRPr="005364A1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5364A1">
              <w:rPr>
                <w:sz w:val="22"/>
                <w:szCs w:val="22"/>
              </w:rPr>
              <w:fldChar w:fldCharType="separate"/>
            </w:r>
            <w:r w:rsidR="00BF1DEF" w:rsidRPr="005364A1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5364A1">
              <w:rPr>
                <w:sz w:val="22"/>
                <w:szCs w:val="22"/>
              </w:rPr>
              <w:fldChar w:fldCharType="end"/>
            </w:r>
            <w:r w:rsidRPr="005364A1">
              <w:rPr>
                <w:rFonts w:ascii="Times New Roman" w:eastAsia="Calibri" w:hAnsi="Times New Roman" w:cs="Times New Roman"/>
              </w:rPr>
              <w:t>„</w:t>
            </w:r>
            <w:r w:rsidR="00FC7E7E" w:rsidRPr="005364A1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5364A1">
              <w:rPr>
                <w:rFonts w:ascii="Times New Roman" w:hAnsi="Times New Roman" w:cs="Times New Roman"/>
              </w:rPr>
              <w:t>e kodanikuühendustega 202</w:t>
            </w:r>
            <w:r w:rsidR="00F44A62" w:rsidRPr="005364A1">
              <w:rPr>
                <w:rFonts w:ascii="Times New Roman" w:hAnsi="Times New Roman" w:cs="Times New Roman"/>
              </w:rPr>
              <w:t>3</w:t>
            </w:r>
            <w:r w:rsidR="00FC7E7E" w:rsidRPr="005364A1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5364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5364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5364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5364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5364A1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ascii="Times New Roman" w:eastAsia="Calibri" w:hAnsi="Times New Roman" w:cs="Times New Roman"/>
              </w:rPr>
              <w:t>Olen teadlik</w:t>
            </w:r>
            <w:r w:rsidR="00F21C04" w:rsidRPr="005364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5364A1">
              <w:rPr>
                <w:rFonts w:ascii="Times New Roman" w:eastAsia="Calibri" w:hAnsi="Times New Roman" w:cs="Times New Roman"/>
              </w:rPr>
              <w:t>K</w:t>
            </w:r>
            <w:r w:rsidR="00F21C04" w:rsidRPr="005364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5364A1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5364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5364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74D908F4" w:rsidR="00F21C04" w:rsidRPr="005364A1" w:rsidRDefault="00F3766E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eastAsia="Calibri"/>
              </w:rPr>
              <w:t>Kodupaiga Külaselts</w:t>
            </w:r>
            <w:r w:rsidR="00F21C04" w:rsidRPr="005364A1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61719C96" w14:textId="21B43EF4" w:rsidR="00F21C04" w:rsidRPr="005364A1" w:rsidRDefault="00F3766E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ascii="Times New Roman" w:eastAsia="Calibri" w:hAnsi="Times New Roman" w:cs="Times New Roman"/>
              </w:rPr>
              <w:t xml:space="preserve">Õnne Paimre. </w:t>
            </w:r>
            <w:hyperlink r:id="rId7" w:history="1">
              <w:r w:rsidR="000460E8" w:rsidRPr="005364A1">
                <w:rPr>
                  <w:rStyle w:val="Hperlink"/>
                  <w:rFonts w:eastAsia="Calibri"/>
                  <w:color w:val="auto"/>
                </w:rPr>
                <w:t>paime@hot.ee</w:t>
              </w:r>
            </w:hyperlink>
            <w:r w:rsidR="000460E8" w:rsidRPr="005364A1">
              <w:rPr>
                <w:rFonts w:ascii="Times New Roman" w:eastAsia="Calibri" w:hAnsi="Times New Roman" w:cs="Times New Roman"/>
              </w:rPr>
              <w:t>, 5142477</w:t>
            </w:r>
            <w:r w:rsidR="00F21C04" w:rsidRPr="005364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5364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5364A1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ascii="Times New Roman" w:eastAsia="Calibri" w:hAnsi="Times New Roman" w:cs="Times New Roman"/>
              </w:rPr>
              <w:t>P</w:t>
            </w:r>
            <w:r w:rsidR="00F21C04" w:rsidRPr="005364A1">
              <w:rPr>
                <w:rFonts w:ascii="Times New Roman" w:eastAsia="Calibri" w:hAnsi="Times New Roman" w:cs="Times New Roman"/>
              </w:rPr>
              <w:t xml:space="preserve">alun </w:t>
            </w:r>
            <w:r w:rsidRPr="005364A1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5364A1">
              <w:rPr>
                <w:rFonts w:ascii="Times New Roman" w:eastAsia="Calibri" w:hAnsi="Times New Roman" w:cs="Times New Roman"/>
              </w:rPr>
              <w:t xml:space="preserve">üle </w:t>
            </w:r>
            <w:r w:rsidRPr="005364A1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5364A1">
              <w:rPr>
                <w:rFonts w:ascii="Times New Roman" w:eastAsia="Calibri" w:hAnsi="Times New Roman" w:cs="Times New Roman"/>
              </w:rPr>
              <w:t>:</w:t>
            </w:r>
          </w:p>
          <w:p w14:paraId="61719C9A" w14:textId="6EFB4F39" w:rsidR="00F21C04" w:rsidRPr="005364A1" w:rsidRDefault="00103A65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ascii="Times New Roman" w:eastAsia="Calibri" w:hAnsi="Times New Roman" w:cs="Times New Roman"/>
              </w:rPr>
              <w:t xml:space="preserve">Swedbank </w:t>
            </w:r>
            <w:r w:rsidRPr="005364A1">
              <w:rPr>
                <w:rFonts w:ascii="Times New Roman" w:eastAsia="Calibri" w:hAnsi="Times New Roman" w:cs="Times New Roman"/>
              </w:rPr>
              <w:t>EE512200221031853157</w:t>
            </w:r>
            <w:r w:rsidRPr="005364A1">
              <w:rPr>
                <w:rFonts w:ascii="Times New Roman" w:eastAsia="Calibri" w:hAnsi="Times New Roman" w:cs="Times New Roman"/>
              </w:rPr>
              <w:t>.</w:t>
            </w:r>
          </w:p>
          <w:p w14:paraId="3A1B34D8" w14:textId="77777777" w:rsidR="00103A65" w:rsidRPr="005364A1" w:rsidRDefault="00103A65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07750051" w:rsidR="00F21C04" w:rsidRPr="005364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5364A1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2E99D601" w14:textId="5EB3AF24" w:rsidR="003D0720" w:rsidRPr="005364A1" w:rsidRDefault="003D0720" w:rsidP="00E06C31">
            <w:pPr>
              <w:rPr>
                <w:rFonts w:ascii="Times New Roman" w:eastAsia="Calibri" w:hAnsi="Times New Roman" w:cs="Times New Roman"/>
              </w:rPr>
            </w:pPr>
          </w:p>
          <w:p w14:paraId="2E52DC8F" w14:textId="7B923174" w:rsidR="003D0720" w:rsidRDefault="005F56E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Õnne Paimre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3D0720">
              <w:rPr>
                <w:rFonts w:ascii="Times New Roman" w:eastAsia="Calibri" w:hAnsi="Times New Roman" w:cs="Times New Roman"/>
              </w:rPr>
              <w:t xml:space="preserve">Kodupaiga Külaselts juhatuse liige </w:t>
            </w:r>
            <w:bookmarkStart w:id="0" w:name="_GoBack"/>
            <w:bookmarkEnd w:id="0"/>
          </w:p>
          <w:p w14:paraId="3BCD3AE1" w14:textId="77777777" w:rsidR="005364A1" w:rsidRPr="00AB2A2F" w:rsidRDefault="005364A1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E" w14:textId="77777777" w:rsidR="00F21C04" w:rsidRPr="00645CA1" w:rsidRDefault="00F21C04" w:rsidP="005364A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97CDC" w14:textId="77777777" w:rsidR="006C4ADC" w:rsidRDefault="006C4ADC" w:rsidP="00DF44DF">
      <w:r>
        <w:separator/>
      </w:r>
    </w:p>
  </w:endnote>
  <w:endnote w:type="continuationSeparator" w:id="0">
    <w:p w14:paraId="52890D1A" w14:textId="77777777" w:rsidR="006C4ADC" w:rsidRDefault="006C4ADC" w:rsidP="00DF44DF">
      <w:r>
        <w:continuationSeparator/>
      </w:r>
    </w:p>
  </w:endnote>
  <w:endnote w:type="continuationNotice" w:id="1">
    <w:p w14:paraId="1C39D481" w14:textId="77777777" w:rsidR="006C4ADC" w:rsidRDefault="006C4A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8A362" w14:textId="77777777" w:rsidR="006C4ADC" w:rsidRDefault="006C4ADC" w:rsidP="00DF44DF">
      <w:r>
        <w:separator/>
      </w:r>
    </w:p>
  </w:footnote>
  <w:footnote w:type="continuationSeparator" w:id="0">
    <w:p w14:paraId="6729CD65" w14:textId="77777777" w:rsidR="006C4ADC" w:rsidRDefault="006C4ADC" w:rsidP="00DF44DF">
      <w:r>
        <w:continuationSeparator/>
      </w:r>
    </w:p>
  </w:footnote>
  <w:footnote w:type="continuationNotice" w:id="1">
    <w:p w14:paraId="6DD591EF" w14:textId="77777777" w:rsidR="006C4ADC" w:rsidRDefault="006C4A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0E8"/>
    <w:rsid w:val="0004665A"/>
    <w:rsid w:val="00060947"/>
    <w:rsid w:val="00073127"/>
    <w:rsid w:val="000913FC"/>
    <w:rsid w:val="0009691F"/>
    <w:rsid w:val="000E4F8D"/>
    <w:rsid w:val="00103A65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0720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364A1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5F56E0"/>
    <w:rsid w:val="00602834"/>
    <w:rsid w:val="00624E28"/>
    <w:rsid w:val="00647669"/>
    <w:rsid w:val="0067467E"/>
    <w:rsid w:val="00680609"/>
    <w:rsid w:val="006C4ADC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3766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46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ime@ho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58D1B5B-E7B2-46B4-9355-A9EA377E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1</TotalTime>
  <Pages>1</Pages>
  <Words>205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Õnne Paimre</cp:lastModifiedBy>
  <cp:revision>2</cp:revision>
  <cp:lastPrinted>2014-04-02T13:57:00Z</cp:lastPrinted>
  <dcterms:created xsi:type="dcterms:W3CDTF">2023-03-20T13:07:00Z</dcterms:created>
  <dcterms:modified xsi:type="dcterms:W3CDTF">2023-03-20T13:07:00Z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